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1444BD37" w:rsidR="00F1480E" w:rsidRPr="005404CB" w:rsidRDefault="00903631" w:rsidP="00963343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7147AB">
              <w:t>9.0</w:t>
            </w:r>
            <w:r w:rsidR="00570526">
              <w:t>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4D712953" w:rsidR="00F1480E" w:rsidRPr="005404CB" w:rsidRDefault="00F47B9B">
            <w:pPr>
              <w:pStyle w:val="SIUNITCODE"/>
            </w:pPr>
            <w:r>
              <w:t>AHCORG5</w:t>
            </w:r>
            <w:r w:rsidR="008903B9">
              <w:t>09</w:t>
            </w:r>
          </w:p>
        </w:tc>
        <w:tc>
          <w:tcPr>
            <w:tcW w:w="3604" w:type="pct"/>
            <w:shd w:val="clear" w:color="auto" w:fill="auto"/>
          </w:tcPr>
          <w:p w14:paraId="01D80964" w14:textId="094B3597" w:rsidR="00F1480E" w:rsidRPr="005404CB" w:rsidRDefault="00F47B9B" w:rsidP="00F47B9B">
            <w:pPr>
              <w:pStyle w:val="SIUnittitle"/>
            </w:pPr>
            <w:r w:rsidRPr="00827B53">
              <w:t xml:space="preserve">Prepare </w:t>
            </w:r>
            <w:r w:rsidRPr="00F47B9B">
              <w:t xml:space="preserve">and manage </w:t>
            </w:r>
            <w:r w:rsidR="00827B53" w:rsidRPr="00827B53">
              <w:t>organic or biodynamic certification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3F346D5" w14:textId="7FE3627A" w:rsidR="0030083A" w:rsidRPr="0030083A" w:rsidRDefault="0030083A" w:rsidP="0030083A">
            <w:r w:rsidRPr="0030083A">
              <w:t xml:space="preserve">This unit of competency describes the skills and knowledge required to investigate and access information to support conversion to organic or biodynamic production, conduct a risk assessment, implement </w:t>
            </w:r>
            <w:r w:rsidR="00570526">
              <w:t>H</w:t>
            </w:r>
            <w:r w:rsidRPr="0030083A">
              <w:t xml:space="preserve">azard </w:t>
            </w:r>
            <w:r w:rsidR="00570526">
              <w:t>A</w:t>
            </w:r>
            <w:r w:rsidRPr="0030083A">
              <w:t xml:space="preserve">nalysis </w:t>
            </w:r>
            <w:r w:rsidR="00570526">
              <w:t>and C</w:t>
            </w:r>
            <w:r w:rsidRPr="0030083A">
              <w:t xml:space="preserve">ritical </w:t>
            </w:r>
            <w:r w:rsidR="00570526">
              <w:t>C</w:t>
            </w:r>
            <w:r w:rsidRPr="0030083A">
              <w:t xml:space="preserve">ontrol </w:t>
            </w:r>
            <w:r w:rsidR="00570526">
              <w:t>P</w:t>
            </w:r>
            <w:r w:rsidRPr="0030083A">
              <w:t>oint</w:t>
            </w:r>
            <w:r w:rsidR="00570526">
              <w:t>s</w:t>
            </w:r>
            <w:r w:rsidRPr="0030083A">
              <w:t xml:space="preserve"> (HACCP)</w:t>
            </w:r>
            <w:r w:rsidR="00570526">
              <w:t>-</w:t>
            </w:r>
            <w:r w:rsidRPr="0030083A">
              <w:t xml:space="preserve">based </w:t>
            </w:r>
            <w:proofErr w:type="gramStart"/>
            <w:r w:rsidRPr="0030083A">
              <w:t>procedures</w:t>
            </w:r>
            <w:proofErr w:type="gramEnd"/>
            <w:r w:rsidRPr="0030083A">
              <w:t xml:space="preserve"> and manage customer feedbac</w:t>
            </w:r>
            <w:r w:rsidR="00F47B9B">
              <w:t>k for a certified organic or biodynamic farm.</w:t>
            </w:r>
          </w:p>
          <w:p w14:paraId="275A699E" w14:textId="77777777" w:rsidR="0030083A" w:rsidRDefault="0030083A" w:rsidP="0030083A"/>
          <w:p w14:paraId="36F1432E" w14:textId="5145EF8F" w:rsidR="0030083A" w:rsidRPr="0030083A" w:rsidRDefault="00F47B9B" w:rsidP="0030083A">
            <w:r w:rsidRPr="00F47B9B">
              <w:t xml:space="preserve">The unit applies to individuals who apply specialised skills and </w:t>
            </w:r>
            <w:proofErr w:type="gramStart"/>
            <w:r w:rsidRPr="00F47B9B">
              <w:t>knowledge, and</w:t>
            </w:r>
            <w:proofErr w:type="gramEnd"/>
            <w:r w:rsidRPr="00F47B9B">
              <w:t xml:space="preserve"> take personal responsibility and exercise autonomy in undertaking complex work. They analyse and synthesise information</w:t>
            </w:r>
            <w:r w:rsidR="00570526">
              <w:t>,</w:t>
            </w:r>
            <w:r w:rsidRPr="00F47B9B">
              <w:t xml:space="preserve"> and analyse, </w:t>
            </w:r>
            <w:proofErr w:type="gramStart"/>
            <w:r w:rsidRPr="00F47B9B">
              <w:t>design</w:t>
            </w:r>
            <w:proofErr w:type="gramEnd"/>
            <w:r w:rsidRPr="00F47B9B">
              <w:t xml:space="preserve"> and communicate solutions to sometimes complex problems.</w:t>
            </w:r>
          </w:p>
          <w:p w14:paraId="6828831D" w14:textId="77777777" w:rsidR="0030083A" w:rsidRDefault="0030083A" w:rsidP="0030083A"/>
          <w:p w14:paraId="22C15BCD" w14:textId="4700007E" w:rsidR="00373436" w:rsidRPr="000754EC" w:rsidRDefault="0030083A" w:rsidP="007147AB">
            <w:r w:rsidRPr="0030083A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5BEA22D" w:rsidR="00F1480E" w:rsidRPr="00460248" w:rsidRDefault="00460248" w:rsidP="00460248">
            <w:pPr>
              <w:pStyle w:val="SIText"/>
            </w:pPr>
            <w:r w:rsidRPr="00460248">
              <w:t>Organic Production (ORG)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3F0285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6CD69387" w:rsidR="003F0285" w:rsidRPr="003F0285" w:rsidRDefault="003F0285" w:rsidP="003F0285">
            <w:pPr>
              <w:pStyle w:val="SIText"/>
            </w:pPr>
            <w:r w:rsidRPr="003F0285">
              <w:t>1. Investigate and access information sources and support for conversion to organic or biodynamic production</w:t>
            </w:r>
          </w:p>
        </w:tc>
        <w:tc>
          <w:tcPr>
            <w:tcW w:w="3604" w:type="pct"/>
            <w:shd w:val="clear" w:color="auto" w:fill="auto"/>
          </w:tcPr>
          <w:p w14:paraId="7175166C" w14:textId="661FAC7A" w:rsidR="003F0285" w:rsidRPr="003F0285" w:rsidRDefault="003F0285" w:rsidP="003F0285">
            <w:r w:rsidRPr="003F0285">
              <w:t>1.1 Establish contact with organic producers and marketers of organic products</w:t>
            </w:r>
          </w:p>
          <w:p w14:paraId="33EA2E0A" w14:textId="038E44B6" w:rsidR="003F0285" w:rsidRPr="003F0285" w:rsidRDefault="003F0285" w:rsidP="003F0285">
            <w:r w:rsidRPr="003F0285">
              <w:t xml:space="preserve">1.2 Identify and </w:t>
            </w:r>
            <w:r w:rsidR="00F47B9B">
              <w:t>access</w:t>
            </w:r>
            <w:r w:rsidR="00F47B9B" w:rsidRPr="003F0285">
              <w:t xml:space="preserve"> </w:t>
            </w:r>
            <w:r w:rsidRPr="003F0285">
              <w:t xml:space="preserve">sources of support and advice </w:t>
            </w:r>
          </w:p>
          <w:p w14:paraId="39F4F266" w14:textId="030429EE" w:rsidR="003F0285" w:rsidRPr="003F0285" w:rsidRDefault="003F0285" w:rsidP="003F0285">
            <w:r w:rsidRPr="003F0285">
              <w:t xml:space="preserve">1.3 </w:t>
            </w:r>
            <w:r w:rsidR="00F47B9B">
              <w:t>Review and a</w:t>
            </w:r>
            <w:r w:rsidRPr="003F0285">
              <w:t xml:space="preserve">ssess </w:t>
            </w:r>
            <w:r w:rsidR="00F47B9B">
              <w:t>relevance and reliability of reference</w:t>
            </w:r>
            <w:r w:rsidRPr="003F0285">
              <w:t xml:space="preserve"> </w:t>
            </w:r>
            <w:r w:rsidR="00F47B9B">
              <w:t>materials</w:t>
            </w:r>
          </w:p>
          <w:p w14:paraId="75E63174" w14:textId="09E6DA95" w:rsidR="00F47B9B" w:rsidRDefault="003F0285" w:rsidP="003F0285">
            <w:r w:rsidRPr="003F0285">
              <w:t xml:space="preserve">1.4 </w:t>
            </w:r>
            <w:r w:rsidR="00F47B9B">
              <w:t>Review</w:t>
            </w:r>
            <w:r w:rsidR="00F47B9B" w:rsidRPr="003F0285">
              <w:t xml:space="preserve"> </w:t>
            </w:r>
            <w:r w:rsidRPr="003F0285">
              <w:t xml:space="preserve">certification requirements from </w:t>
            </w:r>
            <w:r w:rsidR="00F47B9B">
              <w:t>accrediting</w:t>
            </w:r>
            <w:r w:rsidR="00F47B9B" w:rsidRPr="003F0285">
              <w:t xml:space="preserve"> </w:t>
            </w:r>
            <w:r w:rsidRPr="003F0285">
              <w:t xml:space="preserve">bodies </w:t>
            </w:r>
          </w:p>
          <w:p w14:paraId="050418D0" w14:textId="2E1A4565" w:rsidR="003F0285" w:rsidRPr="003F0285" w:rsidRDefault="00F47B9B" w:rsidP="003F0285">
            <w:r>
              <w:t xml:space="preserve">1.5 Select accrediting body </w:t>
            </w:r>
            <w:r w:rsidR="00882850">
              <w:t>according to organic farm production system</w:t>
            </w:r>
          </w:p>
          <w:p w14:paraId="4B044429" w14:textId="095C99FA" w:rsidR="003F0285" w:rsidRPr="003F0285" w:rsidRDefault="003F0285" w:rsidP="00882850">
            <w:r w:rsidRPr="003F0285">
              <w:t>1.</w:t>
            </w:r>
            <w:r w:rsidR="00882850">
              <w:t>6</w:t>
            </w:r>
            <w:r w:rsidRPr="003F0285">
              <w:t xml:space="preserve"> Investigate roles and responsibilities of </w:t>
            </w:r>
            <w:r w:rsidR="00882850">
              <w:t>stakeholders for</w:t>
            </w:r>
            <w:r w:rsidRPr="003F0285">
              <w:t xml:space="preserve"> accredit</w:t>
            </w:r>
            <w:r w:rsidR="00882850">
              <w:t>ing</w:t>
            </w:r>
            <w:r w:rsidRPr="003F0285">
              <w:t xml:space="preserve"> bod</w:t>
            </w:r>
            <w:r w:rsidR="00882850">
              <w:t>y and government agencies</w:t>
            </w:r>
          </w:p>
        </w:tc>
      </w:tr>
      <w:tr w:rsidR="003F0285" w:rsidRPr="00963A46" w14:paraId="711A21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699A3E" w14:textId="02793451" w:rsidR="003F0285" w:rsidRPr="003F0285" w:rsidRDefault="003F0285" w:rsidP="003F0285">
            <w:pPr>
              <w:pStyle w:val="SIText"/>
            </w:pPr>
            <w:r w:rsidRPr="003F0285">
              <w:t>2. Conduct a risk assessment of the site</w:t>
            </w:r>
          </w:p>
        </w:tc>
        <w:tc>
          <w:tcPr>
            <w:tcW w:w="3604" w:type="pct"/>
            <w:shd w:val="clear" w:color="auto" w:fill="auto"/>
          </w:tcPr>
          <w:p w14:paraId="5BBD9F22" w14:textId="77777777" w:rsidR="003F0285" w:rsidRPr="003F0285" w:rsidRDefault="003F0285" w:rsidP="003F0285">
            <w:r w:rsidRPr="003F0285">
              <w:t>2.1 Identify and document previous land use and chemicals applied on the site</w:t>
            </w:r>
          </w:p>
          <w:p w14:paraId="148ECA2C" w14:textId="77777777" w:rsidR="003F0285" w:rsidRPr="003F0285" w:rsidRDefault="003F0285" w:rsidP="003F0285">
            <w:r w:rsidRPr="003F0285">
              <w:t>2.2 Undertake and document risk assessment for potential on-farm contaminants</w:t>
            </w:r>
          </w:p>
          <w:p w14:paraId="44EEC643" w14:textId="77777777" w:rsidR="003F0285" w:rsidRPr="003F0285" w:rsidRDefault="003F0285" w:rsidP="003F0285">
            <w:r w:rsidRPr="003F0285">
              <w:t>2.3 Assess potential contamination risk from off-farm land use and agricultural practices</w:t>
            </w:r>
          </w:p>
          <w:p w14:paraId="164F0907" w14:textId="4C72F591" w:rsidR="003F0285" w:rsidRPr="003F0285" w:rsidRDefault="003F0285" w:rsidP="00736716">
            <w:r w:rsidRPr="003F0285">
              <w:t xml:space="preserve">2.4 Incorporate risk management procedures </w:t>
            </w:r>
            <w:r w:rsidR="00882850">
              <w:t>reducing</w:t>
            </w:r>
            <w:r w:rsidRPr="003F0285">
              <w:t xml:space="preserve"> potential contamination into a certification preparation plan</w:t>
            </w:r>
          </w:p>
        </w:tc>
      </w:tr>
      <w:tr w:rsidR="003F0285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1C639CE8" w:rsidR="003F0285" w:rsidRPr="003F0285" w:rsidRDefault="003F0285" w:rsidP="003F0285">
            <w:pPr>
              <w:pStyle w:val="SIText"/>
            </w:pPr>
            <w:r w:rsidRPr="003F0285">
              <w:t xml:space="preserve">3. Develop and implement </w:t>
            </w:r>
            <w:r w:rsidR="00570526">
              <w:t>H</w:t>
            </w:r>
            <w:r w:rsidRPr="003F0285">
              <w:t xml:space="preserve">azard </w:t>
            </w:r>
            <w:r w:rsidR="00570526">
              <w:t>A</w:t>
            </w:r>
            <w:r w:rsidRPr="003F0285">
              <w:t xml:space="preserve">nalysis </w:t>
            </w:r>
            <w:r w:rsidR="00570526">
              <w:t>and C</w:t>
            </w:r>
            <w:r w:rsidRPr="003F0285">
              <w:t xml:space="preserve">ritical </w:t>
            </w:r>
            <w:r w:rsidR="00570526">
              <w:t>C</w:t>
            </w:r>
            <w:r w:rsidRPr="003F0285">
              <w:t xml:space="preserve">ontrol </w:t>
            </w:r>
            <w:r w:rsidR="00570526">
              <w:t>P</w:t>
            </w:r>
            <w:r w:rsidRPr="003F0285">
              <w:t>oint</w:t>
            </w:r>
            <w:r w:rsidR="00570526">
              <w:t>s</w:t>
            </w:r>
            <w:r w:rsidRPr="003F0285">
              <w:t xml:space="preserve"> (HACCP)</w:t>
            </w:r>
            <w:r w:rsidR="00570526">
              <w:t>-</w:t>
            </w:r>
            <w:r w:rsidRPr="003F0285">
              <w:t>based procedures</w:t>
            </w:r>
          </w:p>
        </w:tc>
        <w:tc>
          <w:tcPr>
            <w:tcW w:w="3604" w:type="pct"/>
            <w:shd w:val="clear" w:color="auto" w:fill="auto"/>
          </w:tcPr>
          <w:p w14:paraId="6E249526" w14:textId="3A395A9B" w:rsidR="003F0285" w:rsidRPr="003F0285" w:rsidRDefault="003F0285" w:rsidP="003F0285">
            <w:r w:rsidRPr="003F0285">
              <w:t>3.1 Identify and document production processes</w:t>
            </w:r>
            <w:r w:rsidR="00882850">
              <w:t xml:space="preserve"> for</w:t>
            </w:r>
            <w:r w:rsidRPr="003F0285">
              <w:t xml:space="preserve"> supply chain according to </w:t>
            </w:r>
            <w:r w:rsidR="00882850">
              <w:t>accrediting</w:t>
            </w:r>
            <w:r w:rsidR="00882850" w:rsidRPr="003F0285">
              <w:t xml:space="preserve"> </w:t>
            </w:r>
            <w:r w:rsidRPr="003F0285">
              <w:t xml:space="preserve">body and </w:t>
            </w:r>
            <w:r w:rsidR="008C03FC">
              <w:t>n</w:t>
            </w:r>
            <w:r w:rsidRPr="003F0285">
              <w:t xml:space="preserve">ational </w:t>
            </w:r>
            <w:r w:rsidR="008C03FC">
              <w:t>s</w:t>
            </w:r>
            <w:r w:rsidRPr="003F0285">
              <w:t>tandard</w:t>
            </w:r>
            <w:r w:rsidR="008C03FC">
              <w:t>s</w:t>
            </w:r>
            <w:r w:rsidRPr="003F0285">
              <w:t xml:space="preserve"> for </w:t>
            </w:r>
            <w:r w:rsidR="008C03FC">
              <w:t>o</w:t>
            </w:r>
            <w:r w:rsidRPr="003F0285">
              <w:t xml:space="preserve">rganic </w:t>
            </w:r>
            <w:r w:rsidR="008C03FC">
              <w:t>and</w:t>
            </w:r>
            <w:r w:rsidR="008C03FC" w:rsidRPr="003F0285">
              <w:t xml:space="preserve"> </w:t>
            </w:r>
            <w:r w:rsidR="008C03FC">
              <w:t>b</w:t>
            </w:r>
            <w:r w:rsidRPr="003F0285">
              <w:t xml:space="preserve">iodynamic </w:t>
            </w:r>
            <w:r w:rsidR="008C03FC">
              <w:t>p</w:t>
            </w:r>
            <w:r w:rsidRPr="003F0285">
              <w:t>roduc</w:t>
            </w:r>
            <w:r w:rsidR="008C03FC">
              <w:t>tion</w:t>
            </w:r>
          </w:p>
          <w:p w14:paraId="0C7AB5F0" w14:textId="047A6A2F" w:rsidR="003F0285" w:rsidRPr="003F0285" w:rsidRDefault="003F0285" w:rsidP="003F0285">
            <w:r w:rsidRPr="003F0285">
              <w:t xml:space="preserve">3.2 </w:t>
            </w:r>
            <w:r w:rsidR="00882850">
              <w:t xml:space="preserve">Verify quality of production output with </w:t>
            </w:r>
            <w:r w:rsidRPr="003F0285">
              <w:t>organic and statutory product standards</w:t>
            </w:r>
          </w:p>
          <w:p w14:paraId="5AA277A7" w14:textId="77777777" w:rsidR="003F0285" w:rsidRPr="003F0285" w:rsidRDefault="003F0285" w:rsidP="003F0285">
            <w:r w:rsidRPr="003F0285">
              <w:t>3.3 Identify and document corrective actions or improvements to processes and activities</w:t>
            </w:r>
          </w:p>
          <w:p w14:paraId="25D515BD" w14:textId="33D3AE3F" w:rsidR="003F0285" w:rsidRPr="003F0285" w:rsidRDefault="003F0285" w:rsidP="003F0285">
            <w:r w:rsidRPr="003F0285">
              <w:t>3.4 Develop and implement procedures for monitoring and review</w:t>
            </w:r>
            <w:r w:rsidR="00882850">
              <w:t>ing processes and compliance</w:t>
            </w:r>
          </w:p>
          <w:p w14:paraId="2B00249F" w14:textId="5AD0630E" w:rsidR="003F0285" w:rsidRPr="003F0285" w:rsidRDefault="003F0285" w:rsidP="00736716">
            <w:pPr>
              <w:pStyle w:val="SIText"/>
            </w:pPr>
            <w:r w:rsidRPr="003F0285">
              <w:t xml:space="preserve">3.5 Integrate a food safety management program </w:t>
            </w:r>
            <w:r w:rsidR="00736716">
              <w:t>according to production process</w:t>
            </w:r>
          </w:p>
        </w:tc>
      </w:tr>
      <w:tr w:rsidR="003F0285" w:rsidRPr="00963A46" w14:paraId="7DE4311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DE4182" w14:textId="57063586" w:rsidR="003F0285" w:rsidRPr="003F0285" w:rsidRDefault="003F0285" w:rsidP="003F0285">
            <w:pPr>
              <w:pStyle w:val="SIText"/>
            </w:pPr>
            <w:r w:rsidRPr="003F0285">
              <w:t>4. Manage customer feedback</w:t>
            </w:r>
          </w:p>
        </w:tc>
        <w:tc>
          <w:tcPr>
            <w:tcW w:w="3604" w:type="pct"/>
            <w:shd w:val="clear" w:color="auto" w:fill="auto"/>
          </w:tcPr>
          <w:p w14:paraId="5173C48F" w14:textId="0774E475" w:rsidR="003F0285" w:rsidRPr="003F0285" w:rsidRDefault="003F0285" w:rsidP="003F0285">
            <w:r w:rsidRPr="003F0285">
              <w:t xml:space="preserve">4.1 Develop and implement procedures to obtain, analyse and respond to </w:t>
            </w:r>
            <w:r w:rsidR="00736716">
              <w:t>stakeholder</w:t>
            </w:r>
            <w:r w:rsidR="00736716" w:rsidRPr="003F0285">
              <w:t xml:space="preserve"> </w:t>
            </w:r>
            <w:r w:rsidRPr="003F0285">
              <w:t>feedback on quality and integrity of organic product</w:t>
            </w:r>
          </w:p>
          <w:p w14:paraId="5783FF40" w14:textId="5E41A72A" w:rsidR="003F0285" w:rsidRPr="003F0285" w:rsidRDefault="003F0285" w:rsidP="00736716">
            <w:r w:rsidRPr="003F0285">
              <w:t>4.2 Develop and monitor product recall procedures</w:t>
            </w:r>
            <w:r w:rsidR="00570526">
              <w:t>,</w:t>
            </w:r>
            <w:r w:rsidRPr="003F0285">
              <w:t xml:space="preserve"> and communicate to </w:t>
            </w:r>
            <w:r w:rsidR="00736716">
              <w:t>stakeholders</w:t>
            </w:r>
          </w:p>
        </w:tc>
      </w:tr>
    </w:tbl>
    <w:p w14:paraId="50784BCC" w14:textId="49283A40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F0285" w:rsidRPr="00336FCA" w:rsidDel="00423CB2" w14:paraId="1952BECD" w14:textId="77777777" w:rsidTr="00CA2922">
        <w:tc>
          <w:tcPr>
            <w:tcW w:w="1396" w:type="pct"/>
          </w:tcPr>
          <w:p w14:paraId="74C04FEF" w14:textId="0D7E1297" w:rsidR="003F0285" w:rsidRPr="003F0285" w:rsidRDefault="003F0285" w:rsidP="003F0285">
            <w:pPr>
              <w:pStyle w:val="SIText"/>
            </w:pPr>
            <w:r w:rsidRPr="003F0285">
              <w:t>Reading</w:t>
            </w:r>
          </w:p>
        </w:tc>
        <w:tc>
          <w:tcPr>
            <w:tcW w:w="3604" w:type="pct"/>
          </w:tcPr>
          <w:p w14:paraId="775880D1" w14:textId="0EBF3177" w:rsidR="003F0285" w:rsidRPr="003F0285" w:rsidRDefault="003F0285">
            <w:pPr>
              <w:pStyle w:val="SIBulletList1"/>
            </w:pPr>
            <w:r w:rsidRPr="003F0285">
              <w:t xml:space="preserve">Interpret information regarding the </w:t>
            </w:r>
            <w:r w:rsidR="008C03FC">
              <w:t>n</w:t>
            </w:r>
            <w:r w:rsidRPr="003F0285">
              <w:t xml:space="preserve">ational </w:t>
            </w:r>
            <w:r w:rsidR="008C03FC">
              <w:t>s</w:t>
            </w:r>
            <w:r w:rsidRPr="003F0285">
              <w:t>tandar</w:t>
            </w:r>
            <w:r w:rsidR="008C03FC">
              <w:t xml:space="preserve">ds </w:t>
            </w:r>
            <w:r w:rsidRPr="003F0285">
              <w:t>and certification requirements</w:t>
            </w:r>
          </w:p>
        </w:tc>
      </w:tr>
      <w:tr w:rsidR="003F0285" w:rsidRPr="00336FCA" w:rsidDel="00423CB2" w14:paraId="615065A4" w14:textId="77777777" w:rsidTr="00CA2922">
        <w:tc>
          <w:tcPr>
            <w:tcW w:w="1396" w:type="pct"/>
          </w:tcPr>
          <w:p w14:paraId="166E6F1B" w14:textId="6D769201" w:rsidR="003F0285" w:rsidRPr="003F0285" w:rsidRDefault="003F0285" w:rsidP="003F0285">
            <w:pPr>
              <w:pStyle w:val="SIText"/>
            </w:pPr>
            <w:r w:rsidRPr="003F0285">
              <w:t>Oral communication</w:t>
            </w:r>
          </w:p>
        </w:tc>
        <w:tc>
          <w:tcPr>
            <w:tcW w:w="3604" w:type="pct"/>
          </w:tcPr>
          <w:p w14:paraId="6185B3D2" w14:textId="4B8FC682" w:rsidR="003F0285" w:rsidRPr="003F0285" w:rsidRDefault="003F0285" w:rsidP="003F0285">
            <w:pPr>
              <w:pStyle w:val="SIBulletList1"/>
              <w:rPr>
                <w:rFonts w:eastAsia="Calibri"/>
              </w:rPr>
            </w:pPr>
            <w:r w:rsidRPr="003F0285">
              <w:t>Initiate discussions with agricultural extension officers, work colleagues and others, using clear language to inform the development of a site certification preparation plan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3F0285" w14:paraId="1E3C830D" w14:textId="77777777" w:rsidTr="00F33FF2">
        <w:tc>
          <w:tcPr>
            <w:tcW w:w="1028" w:type="pct"/>
          </w:tcPr>
          <w:p w14:paraId="18ED5BE1" w14:textId="217E5F18" w:rsidR="003F0285" w:rsidRPr="003F0285" w:rsidRDefault="008903B9">
            <w:pPr>
              <w:pStyle w:val="SIText"/>
            </w:pPr>
            <w:r>
              <w:t>AHCORG5</w:t>
            </w:r>
            <w:r w:rsidRPr="008903B9">
              <w:t>09</w:t>
            </w:r>
            <w:r>
              <w:t xml:space="preserve"> </w:t>
            </w:r>
            <w:r w:rsidR="00736716" w:rsidRPr="00736716">
              <w:t>Prepare and manage organic or biodynamic certification</w:t>
            </w:r>
          </w:p>
        </w:tc>
        <w:tc>
          <w:tcPr>
            <w:tcW w:w="1105" w:type="pct"/>
          </w:tcPr>
          <w:p w14:paraId="6048F7E1" w14:textId="77777777" w:rsidR="0094372B" w:rsidRDefault="00736716" w:rsidP="003F0285">
            <w:pPr>
              <w:pStyle w:val="SIText"/>
            </w:pPr>
            <w:r w:rsidRPr="003F0285">
              <w:t>AHCORG508 Prepare the enterprise for organic or biodynamic certification</w:t>
            </w:r>
            <w:r w:rsidRPr="00736716" w:rsidDel="00736716">
              <w:t xml:space="preserve"> </w:t>
            </w:r>
          </w:p>
          <w:p w14:paraId="64EA7AE3" w14:textId="0812DC3C" w:rsidR="003F0285" w:rsidRPr="003F0285" w:rsidRDefault="003F0285" w:rsidP="003F0285">
            <w:pPr>
              <w:pStyle w:val="SIText"/>
            </w:pPr>
          </w:p>
        </w:tc>
        <w:tc>
          <w:tcPr>
            <w:tcW w:w="1251" w:type="pct"/>
          </w:tcPr>
          <w:p w14:paraId="25419AAD" w14:textId="3E440E6F" w:rsidR="003F0285" w:rsidRDefault="00736716" w:rsidP="003F0285">
            <w:pPr>
              <w:pStyle w:val="SIText"/>
            </w:pPr>
            <w:r>
              <w:t>Updated title to reflect industry outcomes</w:t>
            </w:r>
          </w:p>
          <w:p w14:paraId="3E031D32" w14:textId="54B0DC35" w:rsidR="00736716" w:rsidRPr="003F0285" w:rsidRDefault="00736716" w:rsidP="00736716">
            <w:pPr>
              <w:pStyle w:val="SIText"/>
            </w:pPr>
            <w:r>
              <w:t>Minor changes to Application and Performance Criteria for brevity and clarity</w:t>
            </w:r>
            <w:r w:rsidR="00FA29C9">
              <w:br/>
              <w:t>Changes to Performance Evidence, Knowledge Evidence and Assessment Conditions for clarity</w:t>
            </w:r>
            <w:r w:rsidR="00FA29C9">
              <w:br/>
              <w:t>Foundation Skills added</w:t>
            </w:r>
          </w:p>
        </w:tc>
        <w:tc>
          <w:tcPr>
            <w:tcW w:w="1616" w:type="pct"/>
          </w:tcPr>
          <w:p w14:paraId="426455CD" w14:textId="6A5A96E4" w:rsidR="003F0285" w:rsidRPr="003F0285" w:rsidRDefault="00E43C8E">
            <w:pPr>
              <w:pStyle w:val="SIText"/>
            </w:pPr>
            <w:r>
              <w:t>Not e</w:t>
            </w:r>
            <w:r w:rsidR="003F0285" w:rsidRPr="003F0285">
              <w:t>quivalent</w:t>
            </w:r>
          </w:p>
        </w:tc>
      </w:tr>
    </w:tbl>
    <w:p w14:paraId="127C3A94" w14:textId="60D7B46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7DB9F646" w:rsidR="00F1480E" w:rsidRPr="005404CB" w:rsidRDefault="00570526" w:rsidP="005404CB">
            <w:pPr>
              <w:pStyle w:val="SIText"/>
            </w:pPr>
            <w:r w:rsidRPr="00570526">
              <w:t xml:space="preserve">Companion Volumes, including Implementation Guides, are available at </w:t>
            </w:r>
            <w:proofErr w:type="spellStart"/>
            <w:r w:rsidRPr="00570526">
              <w:t>VETNet</w:t>
            </w:r>
            <w:proofErr w:type="spellEnd"/>
            <w:r w:rsidRPr="00570526">
              <w:t xml:space="preserve">: </w:t>
            </w:r>
            <w:hyperlink r:id="rId11" w:history="1">
              <w:r w:rsidRPr="00570526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64F08649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8903B9">
              <w:t>AHCORG5</w:t>
            </w:r>
            <w:r w:rsidR="008903B9" w:rsidRPr="008903B9">
              <w:t>09</w:t>
            </w:r>
            <w:r w:rsidR="008903B9">
              <w:t xml:space="preserve"> </w:t>
            </w:r>
            <w:r w:rsidR="003751A6" w:rsidRPr="003751A6">
              <w:t>Prepare and manage organic or biodynamic certification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2E7A86EE" w14:textId="77777777" w:rsidR="003A18F6" w:rsidRDefault="003A18F6" w:rsidP="003A18F6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3A18F6">
              <w:t xml:space="preserve">An individual demonstrating competency must satisfy </w:t>
            </w:r>
            <w:proofErr w:type="gramStart"/>
            <w:r w:rsidRPr="003A18F6">
              <w:t>all of</w:t>
            </w:r>
            <w:proofErr w:type="gramEnd"/>
            <w:r w:rsidRPr="003A18F6">
              <w:t xml:space="preserve"> the elements and performance criteria in this </w:t>
            </w:r>
          </w:p>
          <w:p w14:paraId="0B67EA62" w14:textId="77777777" w:rsidR="00570526" w:rsidRDefault="003A18F6" w:rsidP="003A18F6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3A18F6">
              <w:t xml:space="preserve">unit. </w:t>
            </w:r>
          </w:p>
          <w:p w14:paraId="342F4EC6" w14:textId="77777777" w:rsidR="00570526" w:rsidRDefault="00570526" w:rsidP="003A18F6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1B3DF37C" w14:textId="5D5C2CCB" w:rsidR="003A18F6" w:rsidRDefault="003A18F6" w:rsidP="003A18F6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3A18F6">
              <w:t xml:space="preserve">There must be evidence that the individual has prepared an enterprise for organic or biodynamic </w:t>
            </w:r>
          </w:p>
          <w:p w14:paraId="55A8F485" w14:textId="2D972A49" w:rsidR="003A18F6" w:rsidRPr="003A18F6" w:rsidRDefault="003A18F6" w:rsidP="003A18F6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3A18F6">
              <w:t>certification on at least one occasion and has:</w:t>
            </w:r>
          </w:p>
          <w:p w14:paraId="4DB963C3" w14:textId="537D6FC5" w:rsidR="003A18F6" w:rsidRPr="003A18F6" w:rsidRDefault="003A18F6" w:rsidP="003A18F6">
            <w:pPr>
              <w:pStyle w:val="SIBulletList1"/>
            </w:pPr>
            <w:r w:rsidRPr="003A18F6">
              <w:t>identified requirements for organic certification</w:t>
            </w:r>
          </w:p>
          <w:p w14:paraId="5C351AB0" w14:textId="3C6638D3" w:rsidR="003A18F6" w:rsidRPr="003A18F6" w:rsidRDefault="003A18F6" w:rsidP="003A18F6">
            <w:pPr>
              <w:pStyle w:val="SIBulletList1"/>
            </w:pPr>
            <w:r w:rsidRPr="003A18F6">
              <w:t xml:space="preserve">identified critical points in supply chain </w:t>
            </w:r>
            <w:r w:rsidR="00736716">
              <w:t>where</w:t>
            </w:r>
            <w:r w:rsidRPr="003A18F6">
              <w:t xml:space="preserve"> organic or biodynamic integrity may be compromised</w:t>
            </w:r>
          </w:p>
          <w:p w14:paraId="7C4DAC86" w14:textId="389ED4C3" w:rsidR="003A18F6" w:rsidRPr="003A18F6" w:rsidRDefault="003A18F6" w:rsidP="003A18F6">
            <w:pPr>
              <w:pStyle w:val="SIBulletList1"/>
            </w:pPr>
            <w:r w:rsidRPr="003A18F6">
              <w:t xml:space="preserve">implemented and monitored effective risk management for those parts of supply chain under </w:t>
            </w:r>
            <w:r w:rsidR="00736716">
              <w:t>farm</w:t>
            </w:r>
            <w:r w:rsidR="00736716" w:rsidRPr="003A18F6">
              <w:t xml:space="preserve"> </w:t>
            </w:r>
            <w:r w:rsidRPr="003A18F6">
              <w:t>control</w:t>
            </w:r>
          </w:p>
          <w:p w14:paraId="4AE081AC" w14:textId="40551C13" w:rsidR="003A18F6" w:rsidRPr="003A18F6" w:rsidRDefault="003A18F6" w:rsidP="003A18F6">
            <w:pPr>
              <w:pStyle w:val="SIBulletList1"/>
            </w:pPr>
            <w:r w:rsidRPr="003A18F6">
              <w:t>identified and documented practices and strategies to minimise risk of contamination and non-conformance with organic or biodynamic standards</w:t>
            </w:r>
          </w:p>
          <w:p w14:paraId="6BFA69AA" w14:textId="586F2B99" w:rsidR="006130F4" w:rsidRPr="005404CB" w:rsidRDefault="003A18F6" w:rsidP="007147AB">
            <w:pPr>
              <w:pStyle w:val="SIBulletList1"/>
            </w:pPr>
            <w:r w:rsidRPr="003A18F6">
              <w:t>developed an operational plan for conversion to organic or biodynamic production.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075F5C45" w14:textId="77777777" w:rsidR="003A18F6" w:rsidRPr="003A18F6" w:rsidRDefault="003A18F6" w:rsidP="003A18F6">
            <w:r w:rsidRPr="003A18F6">
              <w:t>An individual must be able to demonstrate the knowledge required to perform the tasks outlined in the elements and performance criteria of this unit. This includes knowledge of:</w:t>
            </w:r>
          </w:p>
          <w:p w14:paraId="70637531" w14:textId="6ABEE1F1" w:rsidR="003A18F6" w:rsidRPr="003A18F6" w:rsidRDefault="00736716" w:rsidP="003A18F6">
            <w:pPr>
              <w:pStyle w:val="SIBulletList1"/>
            </w:pPr>
            <w:r>
              <w:t xml:space="preserve">organic and biodynamic </w:t>
            </w:r>
            <w:r w:rsidR="003A18F6" w:rsidRPr="003A18F6">
              <w:t>certification process</w:t>
            </w:r>
          </w:p>
          <w:p w14:paraId="593C1263" w14:textId="68AE83B3" w:rsidR="00736716" w:rsidRPr="00736716" w:rsidRDefault="008C03FC" w:rsidP="00736716">
            <w:pPr>
              <w:pStyle w:val="SIBulletList1"/>
            </w:pPr>
            <w:r>
              <w:t>standards and codes of practice for o</w:t>
            </w:r>
            <w:r w:rsidR="00736716" w:rsidRPr="003A18F6">
              <w:t xml:space="preserve">rganic </w:t>
            </w:r>
            <w:r>
              <w:t>and b</w:t>
            </w:r>
            <w:r w:rsidR="00736716" w:rsidRPr="003A18F6">
              <w:t>io</w:t>
            </w:r>
            <w:r>
              <w:t>dynamic p</w:t>
            </w:r>
            <w:r w:rsidR="00736716" w:rsidRPr="003A18F6">
              <w:t>roduc</w:t>
            </w:r>
            <w:r>
              <w:t>tion</w:t>
            </w:r>
          </w:p>
          <w:p w14:paraId="3293C67F" w14:textId="6D43654C" w:rsidR="003A18F6" w:rsidRPr="003A18F6" w:rsidRDefault="003A18F6" w:rsidP="003A18F6">
            <w:pPr>
              <w:pStyle w:val="SIBulletList1"/>
            </w:pPr>
            <w:r w:rsidRPr="003A18F6">
              <w:t>chain of custody</w:t>
            </w:r>
            <w:r w:rsidR="00736716">
              <w:t xml:space="preserve"> of products and exposure to </w:t>
            </w:r>
            <w:r w:rsidR="002373C0">
              <w:t>non-compliance</w:t>
            </w:r>
          </w:p>
          <w:p w14:paraId="6A32CCFA" w14:textId="43D90AB2" w:rsidR="003A18F6" w:rsidRDefault="008C03FC" w:rsidP="003A18F6">
            <w:pPr>
              <w:pStyle w:val="SIBulletList1"/>
            </w:pPr>
            <w:r>
              <w:t>workplace h</w:t>
            </w:r>
            <w:r w:rsidR="003A18F6" w:rsidRPr="003A18F6">
              <w:t xml:space="preserve">azard </w:t>
            </w:r>
            <w:r>
              <w:t xml:space="preserve">assessment </w:t>
            </w:r>
            <w:r w:rsidR="003A18F6" w:rsidRPr="003A18F6">
              <w:t xml:space="preserve">and </w:t>
            </w:r>
            <w:r>
              <w:t>c</w:t>
            </w:r>
            <w:r w:rsidR="003A18F6" w:rsidRPr="003A18F6">
              <w:t xml:space="preserve">ritical </w:t>
            </w:r>
            <w:r>
              <w:t>c</w:t>
            </w:r>
            <w:r w:rsidR="003A18F6" w:rsidRPr="003A18F6">
              <w:t xml:space="preserve">ontrol </w:t>
            </w:r>
            <w:r>
              <w:t>p</w:t>
            </w:r>
            <w:r w:rsidR="003A18F6" w:rsidRPr="003A18F6">
              <w:t>oint principles and risk management</w:t>
            </w:r>
            <w:r w:rsidR="00736716">
              <w:t>, including:</w:t>
            </w:r>
          </w:p>
          <w:p w14:paraId="1BCD2C30" w14:textId="77777777" w:rsidR="00736716" w:rsidRPr="00736716" w:rsidRDefault="00736716" w:rsidP="007147AB">
            <w:pPr>
              <w:pStyle w:val="SIBulletList2"/>
            </w:pPr>
            <w:r w:rsidRPr="003A18F6">
              <w:t>procedures for conducting and documenting a risk assessment</w:t>
            </w:r>
          </w:p>
          <w:p w14:paraId="39EE80AA" w14:textId="4EDB070E" w:rsidR="003A18F6" w:rsidRPr="003A18F6" w:rsidRDefault="003A18F6" w:rsidP="003A18F6">
            <w:pPr>
              <w:pStyle w:val="SIBulletList1"/>
            </w:pPr>
            <w:r w:rsidRPr="003A18F6">
              <w:t>health and food safety requirements</w:t>
            </w:r>
            <w:r w:rsidR="00736716">
              <w:t xml:space="preserve"> for farm produce</w:t>
            </w:r>
          </w:p>
          <w:p w14:paraId="0DCADE8A" w14:textId="77777777" w:rsidR="003A18F6" w:rsidRPr="003A18F6" w:rsidRDefault="003A18F6" w:rsidP="003A18F6">
            <w:pPr>
              <w:pStyle w:val="SIBulletList1"/>
            </w:pPr>
            <w:r w:rsidRPr="003A18F6">
              <w:t>labelling requirements for domestic and export markets</w:t>
            </w:r>
          </w:p>
          <w:p w14:paraId="3AC8135F" w14:textId="77777777" w:rsidR="003A18F6" w:rsidRPr="003A18F6" w:rsidRDefault="003A18F6" w:rsidP="003A18F6">
            <w:pPr>
              <w:pStyle w:val="SIBulletList1"/>
            </w:pPr>
            <w:r w:rsidRPr="003A18F6">
              <w:t>market for organic produce, including the organic movement and organic industry</w:t>
            </w:r>
          </w:p>
          <w:p w14:paraId="0513A332" w14:textId="77777777" w:rsidR="003A18F6" w:rsidRPr="003A18F6" w:rsidRDefault="003A18F6" w:rsidP="003A18F6">
            <w:pPr>
              <w:pStyle w:val="SIBulletList1"/>
            </w:pPr>
            <w:r w:rsidRPr="003A18F6">
              <w:t>principles of organic or biodynamic agriculture</w:t>
            </w:r>
          </w:p>
          <w:p w14:paraId="5D68717B" w14:textId="79766556" w:rsidR="003A18F6" w:rsidRPr="003A18F6" w:rsidRDefault="003A18F6" w:rsidP="003A18F6">
            <w:pPr>
              <w:pStyle w:val="SIBulletList1"/>
            </w:pPr>
            <w:r w:rsidRPr="003A18F6">
              <w:t xml:space="preserve">procedures and responsibilities </w:t>
            </w:r>
            <w:r w:rsidR="00736716">
              <w:t>for</w:t>
            </w:r>
            <w:r w:rsidRPr="003A18F6">
              <w:t xml:space="preserve"> product recall</w:t>
            </w:r>
          </w:p>
          <w:p w14:paraId="5CE098BC" w14:textId="77777777" w:rsidR="003A18F6" w:rsidRPr="003A18F6" w:rsidRDefault="003A18F6" w:rsidP="003A18F6">
            <w:pPr>
              <w:pStyle w:val="SIBulletList1"/>
            </w:pPr>
            <w:r w:rsidRPr="003A18F6">
              <w:t>regulatory requirements and their domestic and international contexts</w:t>
            </w:r>
          </w:p>
          <w:p w14:paraId="3DD05511" w14:textId="22D4BB2E" w:rsidR="00736716" w:rsidRDefault="003A18F6" w:rsidP="003A18F6">
            <w:pPr>
              <w:pStyle w:val="SIBulletList1"/>
            </w:pPr>
            <w:r w:rsidRPr="003A18F6">
              <w:t>role of quality management systems in organic industry</w:t>
            </w:r>
            <w:r w:rsidR="00570526">
              <w:t>,</w:t>
            </w:r>
            <w:r w:rsidRPr="003A18F6">
              <w:t xml:space="preserve"> including</w:t>
            </w:r>
            <w:r w:rsidR="00736716">
              <w:t>:</w:t>
            </w:r>
          </w:p>
          <w:p w14:paraId="3B11BBE9" w14:textId="6229E752" w:rsidR="003751A6" w:rsidRDefault="003A18F6" w:rsidP="007147AB">
            <w:pPr>
              <w:pStyle w:val="SIBulletList2"/>
            </w:pPr>
            <w:r w:rsidRPr="003A18F6">
              <w:t>documentation and record</w:t>
            </w:r>
            <w:r w:rsidR="00570526">
              <w:t>-</w:t>
            </w:r>
            <w:r w:rsidRPr="003A18F6">
              <w:t>keeping requirements</w:t>
            </w:r>
          </w:p>
          <w:p w14:paraId="3262A566" w14:textId="497E9432" w:rsidR="003751A6" w:rsidRDefault="003A18F6">
            <w:pPr>
              <w:pStyle w:val="SIBulletList1"/>
            </w:pPr>
            <w:r w:rsidRPr="003A18F6">
              <w:t>working knowledge of the regulated organic industry</w:t>
            </w:r>
            <w:r w:rsidR="003751A6">
              <w:t>, including:</w:t>
            </w:r>
          </w:p>
          <w:p w14:paraId="394EFE21" w14:textId="1F9B1944" w:rsidR="003A18F6" w:rsidRDefault="003A18F6" w:rsidP="007147AB">
            <w:pPr>
              <w:pStyle w:val="SIBulletList2"/>
            </w:pPr>
            <w:r w:rsidRPr="003A18F6">
              <w:t>role of the government, certification bodies and inspectors.</w:t>
            </w:r>
          </w:p>
          <w:p w14:paraId="5C8CD985" w14:textId="0F0513C3" w:rsidR="006130F4" w:rsidRPr="005404CB" w:rsidRDefault="00F47B9B" w:rsidP="007147AB">
            <w:pPr>
              <w:pStyle w:val="SIBulletList2"/>
            </w:pPr>
            <w:r>
              <w:t>support</w:t>
            </w:r>
            <w:r w:rsidR="00570526">
              <w:t>,</w:t>
            </w:r>
            <w:r>
              <w:t xml:space="preserve"> </w:t>
            </w:r>
            <w:r w:rsidRPr="003F0285">
              <w:t>including agricultural extension officers and training programs</w:t>
            </w:r>
            <w:r w:rsidR="003751A6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74A99956" w14:textId="6924F11A" w:rsidR="003A18F6" w:rsidRPr="003A18F6" w:rsidRDefault="003A18F6" w:rsidP="003A18F6">
            <w:r w:rsidRPr="003A18F6">
              <w:t xml:space="preserve">Assessment of </w:t>
            </w:r>
            <w:r w:rsidR="00570526">
              <w:t xml:space="preserve">the </w:t>
            </w:r>
            <w:r w:rsidRPr="003A18F6">
              <w:t xml:space="preserve">skills </w:t>
            </w:r>
            <w:r w:rsidR="00570526">
              <w:t xml:space="preserve">in this unit of competency </w:t>
            </w:r>
            <w:r w:rsidRPr="003A18F6">
              <w:t>must take place under the following conditions:</w:t>
            </w:r>
          </w:p>
          <w:p w14:paraId="296C5E5F" w14:textId="77777777" w:rsidR="003A18F6" w:rsidRPr="003A18F6" w:rsidRDefault="003A18F6" w:rsidP="003A18F6">
            <w:pPr>
              <w:pStyle w:val="SIBulletList1"/>
            </w:pPr>
            <w:r w:rsidRPr="003A18F6">
              <w:t>physical conditions:</w:t>
            </w:r>
          </w:p>
          <w:p w14:paraId="3D6D2C2B" w14:textId="03F43F47" w:rsidR="003A18F6" w:rsidRPr="003A18F6" w:rsidRDefault="003A18F6" w:rsidP="003A18F6">
            <w:pPr>
              <w:pStyle w:val="SIBulletList2"/>
            </w:pPr>
            <w:r w:rsidRPr="003A18F6">
              <w:t>a workplace setting or an environment that accurately represent</w:t>
            </w:r>
            <w:r w:rsidR="00570526">
              <w:t>s</w:t>
            </w:r>
            <w:r w:rsidRPr="003A18F6">
              <w:t xml:space="preserve"> workplace conditions</w:t>
            </w:r>
          </w:p>
          <w:p w14:paraId="2044364E" w14:textId="77777777" w:rsidR="003A18F6" w:rsidRPr="003A18F6" w:rsidRDefault="003A18F6" w:rsidP="003A18F6">
            <w:pPr>
              <w:pStyle w:val="SIBulletList1"/>
            </w:pPr>
            <w:r w:rsidRPr="003A18F6">
              <w:t xml:space="preserve">resources, </w:t>
            </w:r>
            <w:proofErr w:type="gramStart"/>
            <w:r w:rsidRPr="003A18F6">
              <w:t>equipment</w:t>
            </w:r>
            <w:proofErr w:type="gramEnd"/>
            <w:r w:rsidRPr="003A18F6">
              <w:t xml:space="preserve"> and materials:</w:t>
            </w:r>
          </w:p>
          <w:p w14:paraId="73E40927" w14:textId="77777777" w:rsidR="003A18F6" w:rsidRPr="003A18F6" w:rsidRDefault="003A18F6" w:rsidP="003A18F6">
            <w:pPr>
              <w:pStyle w:val="SIBulletList2"/>
            </w:pPr>
            <w:r w:rsidRPr="003A18F6">
              <w:t xml:space="preserve">literature, </w:t>
            </w:r>
            <w:proofErr w:type="gramStart"/>
            <w:r w:rsidRPr="003A18F6">
              <w:t>publications</w:t>
            </w:r>
            <w:proofErr w:type="gramEnd"/>
            <w:r w:rsidRPr="003A18F6">
              <w:t xml:space="preserve"> and internet sources of information relevant to organic or biodynamic certification</w:t>
            </w:r>
          </w:p>
          <w:p w14:paraId="0E400D90" w14:textId="77777777" w:rsidR="003A18F6" w:rsidRPr="003A18F6" w:rsidRDefault="003A18F6" w:rsidP="003A18F6">
            <w:pPr>
              <w:pStyle w:val="SIBulletList2"/>
            </w:pPr>
            <w:r w:rsidRPr="003A18F6">
              <w:t>certification process requirements</w:t>
            </w:r>
          </w:p>
          <w:p w14:paraId="4A551279" w14:textId="77777777" w:rsidR="003A18F6" w:rsidRPr="003A18F6" w:rsidRDefault="003A18F6" w:rsidP="003A18F6">
            <w:pPr>
              <w:pStyle w:val="SIBulletList1"/>
            </w:pPr>
            <w:r w:rsidRPr="003A18F6">
              <w:t>specifications:</w:t>
            </w:r>
          </w:p>
          <w:p w14:paraId="3CB27889" w14:textId="37E026BD" w:rsidR="003A18F6" w:rsidRPr="003A18F6" w:rsidRDefault="008C03FC" w:rsidP="003A18F6">
            <w:pPr>
              <w:pStyle w:val="SIBulletList2"/>
            </w:pPr>
            <w:r>
              <w:t xml:space="preserve">standards and </w:t>
            </w:r>
            <w:r w:rsidRPr="008C03FC">
              <w:t>codes of practice for organic and biodynamic production</w:t>
            </w:r>
          </w:p>
          <w:p w14:paraId="25C6EBAC" w14:textId="77777777" w:rsidR="003A18F6" w:rsidRPr="003A18F6" w:rsidRDefault="003A18F6" w:rsidP="003A18F6">
            <w:pPr>
              <w:pStyle w:val="SIBulletList1"/>
            </w:pPr>
            <w:r w:rsidRPr="003A18F6">
              <w:t>relationships:</w:t>
            </w:r>
          </w:p>
          <w:p w14:paraId="5B4BFF66" w14:textId="7AAAAFF1" w:rsidR="003A18F6" w:rsidRPr="003A18F6" w:rsidRDefault="00AA16A3" w:rsidP="003A18F6">
            <w:pPr>
              <w:pStyle w:val="SIBulletList2"/>
            </w:pPr>
            <w:r>
              <w:t>stakeholders</w:t>
            </w:r>
          </w:p>
          <w:p w14:paraId="0D91C4B3" w14:textId="77777777" w:rsidR="003A18F6" w:rsidRPr="003A18F6" w:rsidRDefault="003A18F6" w:rsidP="003A18F6">
            <w:pPr>
              <w:pStyle w:val="SIBulletList1"/>
            </w:pPr>
            <w:r w:rsidRPr="003A18F6">
              <w:t>timeframes:</w:t>
            </w:r>
          </w:p>
          <w:p w14:paraId="2C33B5EF" w14:textId="77777777" w:rsidR="003A18F6" w:rsidRPr="003A18F6" w:rsidRDefault="003A18F6" w:rsidP="003A18F6">
            <w:pPr>
              <w:pStyle w:val="SIBulletList2"/>
            </w:pPr>
            <w:r w:rsidRPr="003A18F6">
              <w:t>according to the job requirements.</w:t>
            </w:r>
          </w:p>
          <w:p w14:paraId="34E30580" w14:textId="77777777" w:rsidR="003A18F6" w:rsidRDefault="003A18F6" w:rsidP="003A18F6"/>
          <w:p w14:paraId="56D7606C" w14:textId="32F32519" w:rsidR="003A18F6" w:rsidRPr="003A18F6" w:rsidRDefault="003A18F6" w:rsidP="003A18F6">
            <w:r w:rsidRPr="003A18F6">
              <w:t>Assessors of this unit must satisfy the requirements for assessors in applicable vocational education and training legislation, frameworks and/or standards.</w:t>
            </w:r>
          </w:p>
          <w:p w14:paraId="759850B7" w14:textId="5D25A137" w:rsidR="0011400B" w:rsidRPr="005404CB" w:rsidRDefault="0011400B" w:rsidP="0011400B">
            <w:pPr>
              <w:pStyle w:val="SIText"/>
              <w:rPr>
                <w:rFonts w:eastAsia="Calibri"/>
              </w:rPr>
            </w:pP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0AED1C96" w:rsidR="00F1480E" w:rsidRPr="005404CB" w:rsidRDefault="00570526" w:rsidP="005404CB">
            <w:pPr>
              <w:pStyle w:val="SIText"/>
            </w:pPr>
            <w:r w:rsidRPr="00570526">
              <w:t xml:space="preserve">Companion Volumes, including Implementation Guides, are available at </w:t>
            </w:r>
            <w:proofErr w:type="spellStart"/>
            <w:r w:rsidRPr="00570526">
              <w:t>VETNet</w:t>
            </w:r>
            <w:proofErr w:type="spellEnd"/>
            <w:r w:rsidRPr="00570526">
              <w:t xml:space="preserve">: </w:t>
            </w:r>
            <w:hyperlink r:id="rId12" w:history="1">
              <w:r w:rsidRPr="00570526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E1BB3" w14:textId="77777777" w:rsidR="00A55D32" w:rsidRDefault="00A55D32" w:rsidP="00BF3F0A">
      <w:r>
        <w:separator/>
      </w:r>
    </w:p>
    <w:p w14:paraId="7DB9623D" w14:textId="77777777" w:rsidR="00A55D32" w:rsidRDefault="00A55D32"/>
  </w:endnote>
  <w:endnote w:type="continuationSeparator" w:id="0">
    <w:p w14:paraId="6B7A3D92" w14:textId="77777777" w:rsidR="00A55D32" w:rsidRDefault="00A55D32" w:rsidP="00BF3F0A">
      <w:r>
        <w:continuationSeparator/>
      </w:r>
    </w:p>
    <w:p w14:paraId="4B98F197" w14:textId="77777777" w:rsidR="00A55D32" w:rsidRDefault="00A55D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903B9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B53BC" w14:textId="77777777" w:rsidR="00A55D32" w:rsidRDefault="00A55D32" w:rsidP="00BF3F0A">
      <w:r>
        <w:separator/>
      </w:r>
    </w:p>
    <w:p w14:paraId="60281994" w14:textId="77777777" w:rsidR="00A55D32" w:rsidRDefault="00A55D32"/>
  </w:footnote>
  <w:footnote w:type="continuationSeparator" w:id="0">
    <w:p w14:paraId="6D05DEE4" w14:textId="77777777" w:rsidR="00A55D32" w:rsidRDefault="00A55D32" w:rsidP="00BF3F0A">
      <w:r>
        <w:continuationSeparator/>
      </w:r>
    </w:p>
    <w:p w14:paraId="1544B05D" w14:textId="77777777" w:rsidR="00A55D32" w:rsidRDefault="00A55D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4279876E" w:rsidR="009C2650" w:rsidRPr="000754EC" w:rsidRDefault="00827B53" w:rsidP="00146EEC">
    <w:pPr>
      <w:pStyle w:val="SIText"/>
    </w:pPr>
    <w:r w:rsidRPr="00827B53">
      <w:t xml:space="preserve"> AHCORG5</w:t>
    </w:r>
    <w:r w:rsidR="008903B9">
      <w:t>09</w:t>
    </w:r>
    <w:r w:rsidRPr="00827B53">
      <w:t xml:space="preserve"> </w:t>
    </w:r>
    <w:r w:rsidR="00F47B9B" w:rsidRPr="00F47B9B">
      <w:t>Prepare and manage organic or biodynamic certification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715DD"/>
    <w:multiLevelType w:val="multilevel"/>
    <w:tmpl w:val="0994B7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1E5FC0"/>
    <w:multiLevelType w:val="multilevel"/>
    <w:tmpl w:val="13D2A3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C784E5B"/>
    <w:multiLevelType w:val="multilevel"/>
    <w:tmpl w:val="6898F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B43612"/>
    <w:multiLevelType w:val="multilevel"/>
    <w:tmpl w:val="2946E3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4100641"/>
    <w:multiLevelType w:val="multilevel"/>
    <w:tmpl w:val="15ACE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9D59D3"/>
    <w:multiLevelType w:val="multilevel"/>
    <w:tmpl w:val="5CCC62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B665050"/>
    <w:multiLevelType w:val="multilevel"/>
    <w:tmpl w:val="C2B8BD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8241FF"/>
    <w:multiLevelType w:val="multilevel"/>
    <w:tmpl w:val="354E6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45D290B"/>
    <w:multiLevelType w:val="multilevel"/>
    <w:tmpl w:val="98CC51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A979BA"/>
    <w:multiLevelType w:val="multilevel"/>
    <w:tmpl w:val="37A29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BAF6584"/>
    <w:multiLevelType w:val="multilevel"/>
    <w:tmpl w:val="976815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A3633EA"/>
    <w:multiLevelType w:val="multilevel"/>
    <w:tmpl w:val="CD8879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79057994">
    <w:abstractNumId w:val="13"/>
  </w:num>
  <w:num w:numId="2" w16cid:durableId="1987124639">
    <w:abstractNumId w:val="11"/>
  </w:num>
  <w:num w:numId="3" w16cid:durableId="549222917">
    <w:abstractNumId w:val="14"/>
  </w:num>
  <w:num w:numId="4" w16cid:durableId="59641169">
    <w:abstractNumId w:val="8"/>
  </w:num>
  <w:num w:numId="5" w16cid:durableId="1605072468">
    <w:abstractNumId w:val="0"/>
  </w:num>
  <w:num w:numId="6" w16cid:durableId="156195790">
    <w:abstractNumId w:val="10"/>
  </w:num>
  <w:num w:numId="7" w16cid:durableId="1164474099">
    <w:abstractNumId w:val="16"/>
  </w:num>
  <w:num w:numId="8" w16cid:durableId="2041389579">
    <w:abstractNumId w:val="12"/>
  </w:num>
  <w:num w:numId="9" w16cid:durableId="1910381539">
    <w:abstractNumId w:val="7"/>
  </w:num>
  <w:num w:numId="10" w16cid:durableId="770272459">
    <w:abstractNumId w:val="15"/>
  </w:num>
  <w:num w:numId="11" w16cid:durableId="754744806">
    <w:abstractNumId w:val="1"/>
  </w:num>
  <w:num w:numId="12" w16cid:durableId="1944336755">
    <w:abstractNumId w:val="4"/>
  </w:num>
  <w:num w:numId="13" w16cid:durableId="260376324">
    <w:abstractNumId w:val="9"/>
  </w:num>
  <w:num w:numId="14" w16cid:durableId="207388754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07DE9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5043"/>
    <w:rsid w:val="0009093B"/>
    <w:rsid w:val="00092CEE"/>
    <w:rsid w:val="000957DC"/>
    <w:rsid w:val="000A5441"/>
    <w:rsid w:val="000A6903"/>
    <w:rsid w:val="000B2022"/>
    <w:rsid w:val="000C149A"/>
    <w:rsid w:val="000C224E"/>
    <w:rsid w:val="000D4A15"/>
    <w:rsid w:val="000E25E6"/>
    <w:rsid w:val="000E2C86"/>
    <w:rsid w:val="000F29F2"/>
    <w:rsid w:val="00101659"/>
    <w:rsid w:val="00105AEA"/>
    <w:rsid w:val="001078BF"/>
    <w:rsid w:val="0011400B"/>
    <w:rsid w:val="001203D3"/>
    <w:rsid w:val="00133957"/>
    <w:rsid w:val="0013525C"/>
    <w:rsid w:val="001361BF"/>
    <w:rsid w:val="001372F6"/>
    <w:rsid w:val="00144385"/>
    <w:rsid w:val="00146EEC"/>
    <w:rsid w:val="00151D55"/>
    <w:rsid w:val="00151D93"/>
    <w:rsid w:val="00156EF3"/>
    <w:rsid w:val="00176E4F"/>
    <w:rsid w:val="0018546B"/>
    <w:rsid w:val="001A37F6"/>
    <w:rsid w:val="001A6A3E"/>
    <w:rsid w:val="001A7B6D"/>
    <w:rsid w:val="001B34D5"/>
    <w:rsid w:val="001B513A"/>
    <w:rsid w:val="001C0A75"/>
    <w:rsid w:val="001C1306"/>
    <w:rsid w:val="001C155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73C0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462"/>
    <w:rsid w:val="002C55E9"/>
    <w:rsid w:val="002D0C8B"/>
    <w:rsid w:val="002D330A"/>
    <w:rsid w:val="002E170C"/>
    <w:rsid w:val="002E193E"/>
    <w:rsid w:val="0030083A"/>
    <w:rsid w:val="00305EFF"/>
    <w:rsid w:val="00310A6A"/>
    <w:rsid w:val="003144E6"/>
    <w:rsid w:val="00330C99"/>
    <w:rsid w:val="00337E82"/>
    <w:rsid w:val="00346FDC"/>
    <w:rsid w:val="00350BB1"/>
    <w:rsid w:val="00352C83"/>
    <w:rsid w:val="00366805"/>
    <w:rsid w:val="0037067D"/>
    <w:rsid w:val="00373436"/>
    <w:rsid w:val="003751A6"/>
    <w:rsid w:val="0038735B"/>
    <w:rsid w:val="003916D1"/>
    <w:rsid w:val="00394C90"/>
    <w:rsid w:val="003A18F6"/>
    <w:rsid w:val="003A21F0"/>
    <w:rsid w:val="003A277F"/>
    <w:rsid w:val="003A58BA"/>
    <w:rsid w:val="003A5AE7"/>
    <w:rsid w:val="003A7221"/>
    <w:rsid w:val="003B3493"/>
    <w:rsid w:val="003B7999"/>
    <w:rsid w:val="003C13AE"/>
    <w:rsid w:val="003C7152"/>
    <w:rsid w:val="003D2E73"/>
    <w:rsid w:val="003E72B6"/>
    <w:rsid w:val="003E7B11"/>
    <w:rsid w:val="003E7BBE"/>
    <w:rsid w:val="003F0285"/>
    <w:rsid w:val="00405D9E"/>
    <w:rsid w:val="004127E3"/>
    <w:rsid w:val="0043212E"/>
    <w:rsid w:val="00434366"/>
    <w:rsid w:val="00434ECE"/>
    <w:rsid w:val="00444423"/>
    <w:rsid w:val="00452F3E"/>
    <w:rsid w:val="00456F8A"/>
    <w:rsid w:val="00460248"/>
    <w:rsid w:val="0046239A"/>
    <w:rsid w:val="004640AE"/>
    <w:rsid w:val="00466F18"/>
    <w:rsid w:val="004679E3"/>
    <w:rsid w:val="00471B5E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2C9"/>
    <w:rsid w:val="004E0460"/>
    <w:rsid w:val="004E1579"/>
    <w:rsid w:val="004E5FAE"/>
    <w:rsid w:val="004E6245"/>
    <w:rsid w:val="004E6741"/>
    <w:rsid w:val="004E7094"/>
    <w:rsid w:val="004E78D7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27CD"/>
    <w:rsid w:val="005446D1"/>
    <w:rsid w:val="00556C4C"/>
    <w:rsid w:val="00557369"/>
    <w:rsid w:val="00557D22"/>
    <w:rsid w:val="0056471B"/>
    <w:rsid w:val="00564ADD"/>
    <w:rsid w:val="00570526"/>
    <w:rsid w:val="005708EB"/>
    <w:rsid w:val="00575BC6"/>
    <w:rsid w:val="0058139E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7DD9"/>
    <w:rsid w:val="006121D4"/>
    <w:rsid w:val="006130F4"/>
    <w:rsid w:val="00613B49"/>
    <w:rsid w:val="00616845"/>
    <w:rsid w:val="00620E8E"/>
    <w:rsid w:val="00633CFE"/>
    <w:rsid w:val="00634FCA"/>
    <w:rsid w:val="00643D1B"/>
    <w:rsid w:val="006452B8"/>
    <w:rsid w:val="00647520"/>
    <w:rsid w:val="00652E62"/>
    <w:rsid w:val="006679F8"/>
    <w:rsid w:val="00686A49"/>
    <w:rsid w:val="00687B62"/>
    <w:rsid w:val="00690C44"/>
    <w:rsid w:val="00692EC8"/>
    <w:rsid w:val="00695C89"/>
    <w:rsid w:val="006969D9"/>
    <w:rsid w:val="006A2B68"/>
    <w:rsid w:val="006A5E54"/>
    <w:rsid w:val="006C2F32"/>
    <w:rsid w:val="006D1AF9"/>
    <w:rsid w:val="006D38C3"/>
    <w:rsid w:val="006D4448"/>
    <w:rsid w:val="006D6DFD"/>
    <w:rsid w:val="006E25E4"/>
    <w:rsid w:val="006E2C4D"/>
    <w:rsid w:val="006E42FE"/>
    <w:rsid w:val="006F0D02"/>
    <w:rsid w:val="006F10FE"/>
    <w:rsid w:val="006F3622"/>
    <w:rsid w:val="00705EEC"/>
    <w:rsid w:val="00707741"/>
    <w:rsid w:val="007134FE"/>
    <w:rsid w:val="007147AB"/>
    <w:rsid w:val="00715794"/>
    <w:rsid w:val="00716586"/>
    <w:rsid w:val="00716656"/>
    <w:rsid w:val="00717385"/>
    <w:rsid w:val="00722769"/>
    <w:rsid w:val="00727901"/>
    <w:rsid w:val="0073075B"/>
    <w:rsid w:val="0073404B"/>
    <w:rsid w:val="007341FF"/>
    <w:rsid w:val="00736716"/>
    <w:rsid w:val="007404E9"/>
    <w:rsid w:val="00741A5A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4E1"/>
    <w:rsid w:val="0080467A"/>
    <w:rsid w:val="00817D51"/>
    <w:rsid w:val="0082086C"/>
    <w:rsid w:val="00823530"/>
    <w:rsid w:val="00823FF4"/>
    <w:rsid w:val="00827B53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66C"/>
    <w:rsid w:val="00865011"/>
    <w:rsid w:val="0086753A"/>
    <w:rsid w:val="00882850"/>
    <w:rsid w:val="00886790"/>
    <w:rsid w:val="008903B9"/>
    <w:rsid w:val="008908DE"/>
    <w:rsid w:val="008A12ED"/>
    <w:rsid w:val="008A39D3"/>
    <w:rsid w:val="008B2C77"/>
    <w:rsid w:val="008B4AD2"/>
    <w:rsid w:val="008B663E"/>
    <w:rsid w:val="008B7138"/>
    <w:rsid w:val="008C03FC"/>
    <w:rsid w:val="008C6E18"/>
    <w:rsid w:val="008E260C"/>
    <w:rsid w:val="008E39BE"/>
    <w:rsid w:val="008E62EC"/>
    <w:rsid w:val="008F32F6"/>
    <w:rsid w:val="00903631"/>
    <w:rsid w:val="009046C3"/>
    <w:rsid w:val="00916CD7"/>
    <w:rsid w:val="00920927"/>
    <w:rsid w:val="00921B38"/>
    <w:rsid w:val="0092283C"/>
    <w:rsid w:val="00923720"/>
    <w:rsid w:val="009278C9"/>
    <w:rsid w:val="00932CD7"/>
    <w:rsid w:val="0094372B"/>
    <w:rsid w:val="00944C09"/>
    <w:rsid w:val="009527CB"/>
    <w:rsid w:val="00953835"/>
    <w:rsid w:val="00960F6C"/>
    <w:rsid w:val="00960FFE"/>
    <w:rsid w:val="00963343"/>
    <w:rsid w:val="00970747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E0891"/>
    <w:rsid w:val="009F0DCC"/>
    <w:rsid w:val="009F11CA"/>
    <w:rsid w:val="00A0695B"/>
    <w:rsid w:val="00A13052"/>
    <w:rsid w:val="00A216A8"/>
    <w:rsid w:val="00A223A6"/>
    <w:rsid w:val="00A3135C"/>
    <w:rsid w:val="00A3639E"/>
    <w:rsid w:val="00A43428"/>
    <w:rsid w:val="00A46AAF"/>
    <w:rsid w:val="00A5092E"/>
    <w:rsid w:val="00A554D6"/>
    <w:rsid w:val="00A55D32"/>
    <w:rsid w:val="00A56E14"/>
    <w:rsid w:val="00A6476B"/>
    <w:rsid w:val="00A76C6C"/>
    <w:rsid w:val="00A87356"/>
    <w:rsid w:val="00A92DD1"/>
    <w:rsid w:val="00AA16A3"/>
    <w:rsid w:val="00AA5338"/>
    <w:rsid w:val="00AA5D02"/>
    <w:rsid w:val="00AB1B8E"/>
    <w:rsid w:val="00AB3EC1"/>
    <w:rsid w:val="00AB46DE"/>
    <w:rsid w:val="00AB5CC7"/>
    <w:rsid w:val="00AC0696"/>
    <w:rsid w:val="00AC4C98"/>
    <w:rsid w:val="00AC5F6B"/>
    <w:rsid w:val="00AD3896"/>
    <w:rsid w:val="00AD5B47"/>
    <w:rsid w:val="00AE15EB"/>
    <w:rsid w:val="00AE1ED9"/>
    <w:rsid w:val="00AE32CB"/>
    <w:rsid w:val="00AF3957"/>
    <w:rsid w:val="00B0712C"/>
    <w:rsid w:val="00B12013"/>
    <w:rsid w:val="00B161C5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029F"/>
    <w:rsid w:val="00BD17CC"/>
    <w:rsid w:val="00BD3B0F"/>
    <w:rsid w:val="00BE5889"/>
    <w:rsid w:val="00BF1D4C"/>
    <w:rsid w:val="00BF3F0A"/>
    <w:rsid w:val="00BF4932"/>
    <w:rsid w:val="00C04238"/>
    <w:rsid w:val="00C143C3"/>
    <w:rsid w:val="00C1739B"/>
    <w:rsid w:val="00C21ADE"/>
    <w:rsid w:val="00C23D97"/>
    <w:rsid w:val="00C25BD6"/>
    <w:rsid w:val="00C26067"/>
    <w:rsid w:val="00C30A29"/>
    <w:rsid w:val="00C317DC"/>
    <w:rsid w:val="00C36FBC"/>
    <w:rsid w:val="00C56042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1544"/>
    <w:rsid w:val="00CB746F"/>
    <w:rsid w:val="00CC451E"/>
    <w:rsid w:val="00CD187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95C07"/>
    <w:rsid w:val="00DA0A81"/>
    <w:rsid w:val="00DA3C10"/>
    <w:rsid w:val="00DA53B5"/>
    <w:rsid w:val="00DC1D69"/>
    <w:rsid w:val="00DC5A3A"/>
    <w:rsid w:val="00DD0726"/>
    <w:rsid w:val="00DF4D18"/>
    <w:rsid w:val="00E238E6"/>
    <w:rsid w:val="00E278C6"/>
    <w:rsid w:val="00E3205E"/>
    <w:rsid w:val="00E34CD8"/>
    <w:rsid w:val="00E35064"/>
    <w:rsid w:val="00E3681D"/>
    <w:rsid w:val="00E37271"/>
    <w:rsid w:val="00E40225"/>
    <w:rsid w:val="00E43C8E"/>
    <w:rsid w:val="00E501F0"/>
    <w:rsid w:val="00E6166D"/>
    <w:rsid w:val="00E70C08"/>
    <w:rsid w:val="00E71487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3D70"/>
    <w:rsid w:val="00F47B9B"/>
    <w:rsid w:val="00F539D0"/>
    <w:rsid w:val="00F5616F"/>
    <w:rsid w:val="00F56451"/>
    <w:rsid w:val="00F56827"/>
    <w:rsid w:val="00F62866"/>
    <w:rsid w:val="00F65EF0"/>
    <w:rsid w:val="00F71651"/>
    <w:rsid w:val="00F73622"/>
    <w:rsid w:val="00F76191"/>
    <w:rsid w:val="00F76CC6"/>
    <w:rsid w:val="00F83D7C"/>
    <w:rsid w:val="00F97644"/>
    <w:rsid w:val="00FA29C9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E43C8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2EC457F94194FB4F1B8DD88B25A50" ma:contentTypeVersion="" ma:contentTypeDescription="Create a new document." ma:contentTypeScope="" ma:versionID="8a93dba10e55515a5caf48161f963c0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fbd0e8e-82e5-4f83-89a2-7dbad393fe30" targetNamespace="http://schemas.microsoft.com/office/2006/metadata/properties" ma:root="true" ma:fieldsID="55771efe21926c2b7f130d67520bb439" ns1:_="" ns2:_="" ns3:_="">
    <xsd:import namespace="http://schemas.microsoft.com/sharepoint/v3"/>
    <xsd:import namespace="d50bbff7-d6dd-47d2-864a-cfdc2c3db0f4"/>
    <xsd:import namespace="3fbd0e8e-82e5-4f83-89a2-7dbad393fe3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d0e8e-82e5-4f83-89a2-7dbad393f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d50bbff7-d6dd-47d2-864a-cfdc2c3db0f4"/>
    <ds:schemaRef ds:uri="http://schemas.microsoft.com/sharepoint/v3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3fbd0e8e-82e5-4f83-89a2-7dbad393fe30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E5DDE0-4C39-4BAF-999F-AD2E9DB4F0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fbd0e8e-82e5-4f83-89a2-7dbad393f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4E06A4-7014-48F2-ABF5-9CBBCD5B8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35</TotalTime>
  <Pages>4</Pages>
  <Words>1102</Words>
  <Characters>6283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7371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11</cp:revision>
  <cp:lastPrinted>2016-05-27T05:21:00Z</cp:lastPrinted>
  <dcterms:created xsi:type="dcterms:W3CDTF">2022-08-03T06:03:00Z</dcterms:created>
  <dcterms:modified xsi:type="dcterms:W3CDTF">2022-10-26T22:58:00Z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0x010100EA12EC457F94194FB4F1B8DD88B25A50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